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7AFC" w14:textId="77777777" w:rsidR="006E5D65" w:rsidRPr="00D026A0" w:rsidRDefault="00D8678B" w:rsidP="00D026A0">
      <w:pPr>
        <w:spacing w:line="240" w:lineRule="auto"/>
        <w:ind w:left="4248"/>
        <w:jc w:val="center"/>
        <w:rPr>
          <w:rFonts w:ascii="Corbel" w:hAnsi="Corbel"/>
          <w:bCs/>
          <w:i/>
        </w:rPr>
      </w:pPr>
      <w:r w:rsidRPr="00D026A0">
        <w:rPr>
          <w:rFonts w:ascii="Corbel" w:hAnsi="Corbel"/>
          <w:bCs/>
          <w:i/>
        </w:rPr>
        <w:t xml:space="preserve">Załącznik nr </w:t>
      </w:r>
      <w:r w:rsidR="006F31E2" w:rsidRPr="00D026A0">
        <w:rPr>
          <w:rFonts w:ascii="Corbel" w:hAnsi="Corbel"/>
          <w:bCs/>
          <w:i/>
        </w:rPr>
        <w:t>1.5</w:t>
      </w:r>
      <w:r w:rsidRPr="00D026A0">
        <w:rPr>
          <w:rFonts w:ascii="Corbel" w:hAnsi="Corbel"/>
          <w:bCs/>
          <w:i/>
        </w:rPr>
        <w:t xml:space="preserve"> do Zarządzenia</w:t>
      </w:r>
      <w:r w:rsidR="002A22BF" w:rsidRPr="00D026A0">
        <w:rPr>
          <w:rFonts w:ascii="Corbel" w:hAnsi="Corbel"/>
          <w:bCs/>
          <w:i/>
        </w:rPr>
        <w:t xml:space="preserve"> Rektora UR </w:t>
      </w:r>
      <w:r w:rsidR="00CD6897" w:rsidRPr="00D026A0">
        <w:rPr>
          <w:rFonts w:ascii="Corbel" w:hAnsi="Corbel"/>
          <w:bCs/>
          <w:i/>
        </w:rPr>
        <w:t xml:space="preserve"> nr </w:t>
      </w:r>
      <w:r w:rsidR="00F17567" w:rsidRPr="00D026A0">
        <w:rPr>
          <w:rFonts w:ascii="Corbel" w:hAnsi="Corbel"/>
          <w:bCs/>
          <w:i/>
        </w:rPr>
        <w:t>12/2019</w:t>
      </w:r>
    </w:p>
    <w:p w14:paraId="7EB6D78E" w14:textId="77777777" w:rsidR="0085747A" w:rsidRPr="00D026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026A0">
        <w:rPr>
          <w:rFonts w:ascii="Corbel" w:hAnsi="Corbel"/>
          <w:b/>
          <w:smallCaps/>
          <w:sz w:val="24"/>
          <w:szCs w:val="24"/>
        </w:rPr>
        <w:t>SYLABUS</w:t>
      </w:r>
    </w:p>
    <w:p w14:paraId="477863C3" w14:textId="4E88C12B" w:rsidR="0085747A" w:rsidRPr="00D026A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026A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026A0">
        <w:rPr>
          <w:rFonts w:ascii="Corbel" w:hAnsi="Corbel"/>
          <w:b/>
          <w:smallCaps/>
          <w:sz w:val="24"/>
          <w:szCs w:val="24"/>
        </w:rPr>
        <w:t xml:space="preserve"> </w:t>
      </w:r>
      <w:r w:rsidR="00E41572" w:rsidRPr="00E41572">
        <w:rPr>
          <w:rFonts w:ascii="Corbel" w:hAnsi="Corbel"/>
          <w:b/>
          <w:smallCaps/>
          <w:sz w:val="24"/>
          <w:szCs w:val="24"/>
        </w:rPr>
        <w:t>202</w:t>
      </w:r>
      <w:r w:rsidR="000F1A0E">
        <w:rPr>
          <w:rFonts w:ascii="Corbel" w:hAnsi="Corbel"/>
          <w:b/>
          <w:smallCaps/>
          <w:sz w:val="24"/>
          <w:szCs w:val="24"/>
        </w:rPr>
        <w:t>3</w:t>
      </w:r>
      <w:r w:rsidR="00E41572" w:rsidRPr="00E41572">
        <w:rPr>
          <w:rFonts w:ascii="Corbel" w:hAnsi="Corbel"/>
          <w:b/>
          <w:smallCaps/>
          <w:sz w:val="24"/>
          <w:szCs w:val="24"/>
        </w:rPr>
        <w:t>-202</w:t>
      </w:r>
      <w:r w:rsidR="000F1A0E">
        <w:rPr>
          <w:rFonts w:ascii="Corbel" w:hAnsi="Corbel"/>
          <w:b/>
          <w:smallCaps/>
          <w:sz w:val="24"/>
          <w:szCs w:val="24"/>
        </w:rPr>
        <w:t>5</w:t>
      </w:r>
    </w:p>
    <w:p w14:paraId="70980F5F" w14:textId="77777777" w:rsidR="0085747A" w:rsidRPr="00D026A0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026A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026A0" w:rsidRPr="00D026A0">
        <w:rPr>
          <w:rFonts w:ascii="Corbel" w:hAnsi="Corbel"/>
          <w:i/>
          <w:sz w:val="24"/>
          <w:szCs w:val="24"/>
        </w:rPr>
        <w:tab/>
      </w:r>
      <w:r w:rsidR="0085747A" w:rsidRPr="00D026A0">
        <w:rPr>
          <w:rFonts w:ascii="Corbel" w:hAnsi="Corbel"/>
          <w:i/>
          <w:sz w:val="20"/>
          <w:szCs w:val="20"/>
        </w:rPr>
        <w:t>(skrajne daty</w:t>
      </w:r>
      <w:r w:rsidR="0085747A" w:rsidRPr="00D026A0">
        <w:rPr>
          <w:rFonts w:ascii="Corbel" w:hAnsi="Corbel"/>
          <w:sz w:val="20"/>
          <w:szCs w:val="20"/>
        </w:rPr>
        <w:t>)</w:t>
      </w:r>
    </w:p>
    <w:p w14:paraId="1492A00F" w14:textId="0878B759" w:rsidR="00445970" w:rsidRPr="00D026A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026A0">
        <w:rPr>
          <w:rFonts w:ascii="Corbel" w:hAnsi="Corbel"/>
          <w:sz w:val="20"/>
          <w:szCs w:val="20"/>
        </w:rPr>
        <w:tab/>
      </w:r>
      <w:r w:rsidRPr="00D026A0">
        <w:rPr>
          <w:rFonts w:ascii="Corbel" w:hAnsi="Corbel"/>
          <w:sz w:val="20"/>
          <w:szCs w:val="20"/>
        </w:rPr>
        <w:tab/>
      </w:r>
      <w:r w:rsidRPr="00D026A0">
        <w:rPr>
          <w:rFonts w:ascii="Corbel" w:hAnsi="Corbel"/>
          <w:sz w:val="20"/>
          <w:szCs w:val="20"/>
        </w:rPr>
        <w:tab/>
      </w:r>
      <w:r w:rsidRPr="00D026A0">
        <w:rPr>
          <w:rFonts w:ascii="Corbel" w:hAnsi="Corbel"/>
          <w:sz w:val="20"/>
          <w:szCs w:val="20"/>
        </w:rPr>
        <w:tab/>
      </w:r>
      <w:r w:rsidR="00967286">
        <w:rPr>
          <w:rFonts w:ascii="Corbel" w:hAnsi="Corbel"/>
          <w:sz w:val="20"/>
          <w:szCs w:val="20"/>
        </w:rPr>
        <w:tab/>
      </w:r>
      <w:r w:rsidRPr="00D026A0">
        <w:rPr>
          <w:rFonts w:ascii="Corbel" w:hAnsi="Corbel"/>
          <w:sz w:val="20"/>
          <w:szCs w:val="20"/>
        </w:rPr>
        <w:t>Rok akademicki</w:t>
      </w:r>
      <w:r w:rsidR="00D026A0" w:rsidRPr="00D026A0">
        <w:rPr>
          <w:rFonts w:ascii="Corbel" w:hAnsi="Corbel"/>
          <w:sz w:val="20"/>
          <w:szCs w:val="20"/>
        </w:rPr>
        <w:t xml:space="preserve"> </w:t>
      </w:r>
      <w:r w:rsidR="00E41572" w:rsidRPr="00E41572">
        <w:rPr>
          <w:rFonts w:ascii="Corbel" w:hAnsi="Corbel"/>
          <w:sz w:val="20"/>
          <w:szCs w:val="20"/>
        </w:rPr>
        <w:t>202</w:t>
      </w:r>
      <w:r w:rsidR="000F1A0E">
        <w:rPr>
          <w:rFonts w:ascii="Corbel" w:hAnsi="Corbel"/>
          <w:sz w:val="20"/>
          <w:szCs w:val="20"/>
        </w:rPr>
        <w:t>3</w:t>
      </w:r>
      <w:r w:rsidR="00E41572" w:rsidRPr="00E41572">
        <w:rPr>
          <w:rFonts w:ascii="Corbel" w:hAnsi="Corbel"/>
          <w:sz w:val="20"/>
          <w:szCs w:val="20"/>
        </w:rPr>
        <w:t>/202</w:t>
      </w:r>
      <w:r w:rsidR="000F1A0E">
        <w:rPr>
          <w:rFonts w:ascii="Corbel" w:hAnsi="Corbel"/>
          <w:sz w:val="20"/>
          <w:szCs w:val="20"/>
        </w:rPr>
        <w:t>4</w:t>
      </w:r>
    </w:p>
    <w:p w14:paraId="58130C55" w14:textId="77777777" w:rsidR="0085747A" w:rsidRPr="00D026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CCEB26" w14:textId="77777777" w:rsidR="0085747A" w:rsidRPr="00D026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026A0">
        <w:rPr>
          <w:rFonts w:ascii="Corbel" w:hAnsi="Corbel"/>
          <w:szCs w:val="24"/>
        </w:rPr>
        <w:t xml:space="preserve">1. </w:t>
      </w:r>
      <w:r w:rsidR="0085747A" w:rsidRPr="00D026A0">
        <w:rPr>
          <w:rFonts w:ascii="Corbel" w:hAnsi="Corbel"/>
          <w:szCs w:val="24"/>
        </w:rPr>
        <w:t xml:space="preserve">Podstawowe </w:t>
      </w:r>
      <w:r w:rsidR="00445970" w:rsidRPr="00D026A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026A0" w14:paraId="795CF495" w14:textId="77777777" w:rsidTr="00B57E31">
        <w:tc>
          <w:tcPr>
            <w:tcW w:w="2694" w:type="dxa"/>
            <w:vAlign w:val="center"/>
          </w:tcPr>
          <w:p w14:paraId="6965FB93" w14:textId="77777777" w:rsidR="0085747A" w:rsidRPr="00D026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713077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 xml:space="preserve">Ochrona </w:t>
            </w:r>
            <w:r w:rsidR="00B57E31" w:rsidRPr="00D026A0">
              <w:rPr>
                <w:rFonts w:ascii="Corbel" w:hAnsi="Corbel"/>
                <w:sz w:val="24"/>
                <w:szCs w:val="24"/>
              </w:rPr>
              <w:t xml:space="preserve">praw </w:t>
            </w:r>
            <w:r w:rsidRPr="00D026A0">
              <w:rPr>
                <w:rFonts w:ascii="Corbel" w:hAnsi="Corbel"/>
                <w:sz w:val="24"/>
                <w:szCs w:val="24"/>
              </w:rPr>
              <w:t>konsumentów</w:t>
            </w:r>
          </w:p>
        </w:tc>
      </w:tr>
      <w:tr w:rsidR="0085747A" w:rsidRPr="00D026A0" w14:paraId="1B1823EE" w14:textId="77777777" w:rsidTr="00B57E31">
        <w:tc>
          <w:tcPr>
            <w:tcW w:w="2694" w:type="dxa"/>
            <w:vAlign w:val="center"/>
          </w:tcPr>
          <w:p w14:paraId="7E1FF089" w14:textId="77777777" w:rsidR="0085747A" w:rsidRPr="00D026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026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5BB414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MK16</w:t>
            </w:r>
          </w:p>
        </w:tc>
      </w:tr>
      <w:tr w:rsidR="0085747A" w:rsidRPr="00D026A0" w14:paraId="1A7B4100" w14:textId="77777777" w:rsidTr="00B57E31">
        <w:tc>
          <w:tcPr>
            <w:tcW w:w="2694" w:type="dxa"/>
            <w:vAlign w:val="center"/>
          </w:tcPr>
          <w:p w14:paraId="082731F0" w14:textId="77777777" w:rsidR="0085747A" w:rsidRPr="00D026A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026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B37ACF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57E31" w:rsidRPr="00D026A0" w14:paraId="3AA1BBFC" w14:textId="77777777" w:rsidTr="00B57E31">
        <w:tc>
          <w:tcPr>
            <w:tcW w:w="2694" w:type="dxa"/>
            <w:vAlign w:val="center"/>
          </w:tcPr>
          <w:p w14:paraId="057962C3" w14:textId="77777777" w:rsidR="00B57E31" w:rsidRPr="00D026A0" w:rsidRDefault="00B57E31" w:rsidP="00B57E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CE8A70" w14:textId="77777777" w:rsidR="00B57E31" w:rsidRPr="00D026A0" w:rsidRDefault="00967286" w:rsidP="00B57E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28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D026A0" w14:paraId="3428D31F" w14:textId="77777777" w:rsidTr="00B57E31">
        <w:tc>
          <w:tcPr>
            <w:tcW w:w="2694" w:type="dxa"/>
            <w:vAlign w:val="center"/>
          </w:tcPr>
          <w:p w14:paraId="69B58F75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D5E55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D026A0" w14:paraId="10BF2B9B" w14:textId="77777777" w:rsidTr="00B57E31">
        <w:tc>
          <w:tcPr>
            <w:tcW w:w="2694" w:type="dxa"/>
            <w:vAlign w:val="center"/>
          </w:tcPr>
          <w:p w14:paraId="1D382A00" w14:textId="77777777" w:rsidR="0085747A" w:rsidRPr="00D026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AFFE65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D026A0" w14:paraId="5AC3EA35" w14:textId="77777777" w:rsidTr="00B57E31">
        <w:tc>
          <w:tcPr>
            <w:tcW w:w="2694" w:type="dxa"/>
            <w:vAlign w:val="center"/>
          </w:tcPr>
          <w:p w14:paraId="10F894A8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6B9F1D" w14:textId="77777777" w:rsidR="0085747A" w:rsidRPr="00D026A0" w:rsidRDefault="00C01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026A0" w14:paraId="06695844" w14:textId="77777777" w:rsidTr="00B57E31">
        <w:tc>
          <w:tcPr>
            <w:tcW w:w="2694" w:type="dxa"/>
            <w:vAlign w:val="center"/>
          </w:tcPr>
          <w:p w14:paraId="28FCE8D1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7C738B" w14:textId="77777777" w:rsidR="0085747A" w:rsidRPr="00D026A0" w:rsidRDefault="002D06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1C1D14" w:rsidRPr="00D026A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D026A0" w14:paraId="1820279C" w14:textId="77777777" w:rsidTr="00B57E31">
        <w:tc>
          <w:tcPr>
            <w:tcW w:w="2694" w:type="dxa"/>
            <w:vAlign w:val="center"/>
          </w:tcPr>
          <w:p w14:paraId="126BE818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026A0">
              <w:rPr>
                <w:rFonts w:ascii="Corbel" w:hAnsi="Corbel"/>
                <w:sz w:val="24"/>
                <w:szCs w:val="24"/>
              </w:rPr>
              <w:t>/y</w:t>
            </w:r>
            <w:r w:rsidRPr="00D026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B3ADD2" w14:textId="77777777" w:rsidR="0085747A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I rok I semestr</w:t>
            </w:r>
          </w:p>
        </w:tc>
      </w:tr>
      <w:tr w:rsidR="0085747A" w:rsidRPr="00D026A0" w14:paraId="6DB021B6" w14:textId="77777777" w:rsidTr="00B57E31">
        <w:tc>
          <w:tcPr>
            <w:tcW w:w="2694" w:type="dxa"/>
            <w:vAlign w:val="center"/>
          </w:tcPr>
          <w:p w14:paraId="249C48BE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9F55ED" w14:textId="77777777" w:rsidR="0085747A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D026A0" w14:paraId="4557C735" w14:textId="77777777" w:rsidTr="00B57E31">
        <w:tc>
          <w:tcPr>
            <w:tcW w:w="2694" w:type="dxa"/>
            <w:vAlign w:val="center"/>
          </w:tcPr>
          <w:p w14:paraId="190A414D" w14:textId="77777777" w:rsidR="00923D7D" w:rsidRPr="00D026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77D5F4" w14:textId="77777777" w:rsidR="00923D7D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026A0" w14:paraId="063F7173" w14:textId="77777777" w:rsidTr="00B57E31">
        <w:tc>
          <w:tcPr>
            <w:tcW w:w="2694" w:type="dxa"/>
            <w:vAlign w:val="center"/>
          </w:tcPr>
          <w:p w14:paraId="538226BA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148BAE" w14:textId="4BB84001" w:rsidR="0085747A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F1A0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D026A0">
              <w:rPr>
                <w:rFonts w:ascii="Corbel" w:hAnsi="Corbel"/>
                <w:b w:val="0"/>
                <w:sz w:val="24"/>
                <w:szCs w:val="24"/>
              </w:rPr>
              <w:t>Mira Malczyńska-Biały</w:t>
            </w:r>
            <w:r w:rsidR="000F1A0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026A0" w14:paraId="1A020E75" w14:textId="77777777" w:rsidTr="00B57E31">
        <w:tc>
          <w:tcPr>
            <w:tcW w:w="2694" w:type="dxa"/>
            <w:vAlign w:val="center"/>
          </w:tcPr>
          <w:p w14:paraId="4AEFF715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6C435" w14:textId="271F721E" w:rsidR="0085747A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F1A0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D026A0">
              <w:rPr>
                <w:rFonts w:ascii="Corbel" w:hAnsi="Corbel"/>
                <w:b w:val="0"/>
                <w:sz w:val="24"/>
                <w:szCs w:val="24"/>
              </w:rPr>
              <w:t>Mira Malczyńska-Biały</w:t>
            </w:r>
            <w:r w:rsidR="000F1A0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BF152E1" w14:textId="77777777" w:rsidR="0085747A" w:rsidRPr="00D026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t xml:space="preserve">* </w:t>
      </w:r>
      <w:r w:rsidRPr="00D026A0">
        <w:rPr>
          <w:rFonts w:ascii="Corbel" w:hAnsi="Corbel"/>
          <w:i/>
          <w:sz w:val="24"/>
          <w:szCs w:val="24"/>
        </w:rPr>
        <w:t>-</w:t>
      </w:r>
      <w:r w:rsidR="00B90885" w:rsidRPr="00D026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026A0">
        <w:rPr>
          <w:rFonts w:ascii="Corbel" w:hAnsi="Corbel"/>
          <w:b w:val="0"/>
          <w:sz w:val="24"/>
          <w:szCs w:val="24"/>
        </w:rPr>
        <w:t>e,</w:t>
      </w:r>
      <w:r w:rsidRPr="00D026A0">
        <w:rPr>
          <w:rFonts w:ascii="Corbel" w:hAnsi="Corbel"/>
          <w:i/>
          <w:sz w:val="24"/>
          <w:szCs w:val="24"/>
        </w:rPr>
        <w:t xml:space="preserve"> </w:t>
      </w:r>
      <w:r w:rsidRPr="00D026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026A0">
        <w:rPr>
          <w:rFonts w:ascii="Corbel" w:hAnsi="Corbel"/>
          <w:b w:val="0"/>
          <w:i/>
          <w:sz w:val="24"/>
          <w:szCs w:val="24"/>
        </w:rPr>
        <w:t>w Jednostce</w:t>
      </w:r>
    </w:p>
    <w:p w14:paraId="54055A4D" w14:textId="77777777" w:rsidR="0085747A" w:rsidRPr="00D026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t>1.</w:t>
      </w:r>
      <w:r w:rsidR="00E22FBC" w:rsidRPr="00D026A0">
        <w:rPr>
          <w:rFonts w:ascii="Corbel" w:hAnsi="Corbel"/>
          <w:sz w:val="24"/>
          <w:szCs w:val="24"/>
        </w:rPr>
        <w:t>1</w:t>
      </w:r>
      <w:r w:rsidRPr="00D026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6630A2" w14:textId="77777777" w:rsidR="00923D7D" w:rsidRPr="00D026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026A0" w14:paraId="47FDD570" w14:textId="77777777" w:rsidTr="00D026A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AFF0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Semestr</w:t>
            </w:r>
          </w:p>
          <w:p w14:paraId="5CBE520B" w14:textId="77777777" w:rsidR="00015B8F" w:rsidRPr="00D026A0" w:rsidRDefault="002B5EA0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(</w:t>
            </w:r>
            <w:r w:rsidR="00363F78" w:rsidRPr="00D026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5142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FB9D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7713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E0DA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F9F0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57DD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6D82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0538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0BE3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026A0">
              <w:rPr>
                <w:rFonts w:ascii="Corbel" w:hAnsi="Corbel"/>
                <w:b/>
                <w:szCs w:val="24"/>
              </w:rPr>
              <w:t>Liczba pkt</w:t>
            </w:r>
            <w:r w:rsidR="00B90885" w:rsidRPr="00D026A0">
              <w:rPr>
                <w:rFonts w:ascii="Corbel" w:hAnsi="Corbel"/>
                <w:b/>
                <w:szCs w:val="24"/>
              </w:rPr>
              <w:t>.</w:t>
            </w:r>
            <w:r w:rsidRPr="00D026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026A0" w14:paraId="0D263997" w14:textId="77777777" w:rsidTr="00D026A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F896" w14:textId="77777777" w:rsidR="00015B8F" w:rsidRPr="00D026A0" w:rsidRDefault="004A7174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7699" w14:textId="77777777" w:rsidR="00015B8F" w:rsidRPr="00D026A0" w:rsidRDefault="002D06E9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98D5" w14:textId="77777777" w:rsidR="00015B8F" w:rsidRPr="00D026A0" w:rsidRDefault="002D06E9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07A1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AD09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34B9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59D2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B78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FF0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BFC1" w14:textId="77777777" w:rsidR="00015B8F" w:rsidRPr="00D026A0" w:rsidRDefault="004A7174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7C0DAE" w14:textId="77777777" w:rsidR="00923D7D" w:rsidRPr="00D026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8258C0D" w14:textId="77777777" w:rsidR="0085747A" w:rsidRPr="00D026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>1.</w:t>
      </w:r>
      <w:r w:rsidR="00E22FBC" w:rsidRPr="00D026A0">
        <w:rPr>
          <w:rFonts w:ascii="Corbel" w:hAnsi="Corbel"/>
          <w:smallCaps w:val="0"/>
          <w:szCs w:val="24"/>
        </w:rPr>
        <w:t>2</w:t>
      </w:r>
      <w:r w:rsidR="00F83B28" w:rsidRPr="00D026A0">
        <w:rPr>
          <w:rFonts w:ascii="Corbel" w:hAnsi="Corbel"/>
          <w:smallCaps w:val="0"/>
          <w:szCs w:val="24"/>
        </w:rPr>
        <w:t>.</w:t>
      </w:r>
      <w:r w:rsidR="00F83B28" w:rsidRPr="00D026A0">
        <w:rPr>
          <w:rFonts w:ascii="Corbel" w:hAnsi="Corbel"/>
          <w:smallCaps w:val="0"/>
          <w:szCs w:val="24"/>
        </w:rPr>
        <w:tab/>
      </w:r>
      <w:r w:rsidRPr="00D026A0">
        <w:rPr>
          <w:rFonts w:ascii="Corbel" w:hAnsi="Corbel"/>
          <w:smallCaps w:val="0"/>
          <w:szCs w:val="24"/>
        </w:rPr>
        <w:t xml:space="preserve">Sposób realizacji zajęć  </w:t>
      </w:r>
    </w:p>
    <w:p w14:paraId="637A9F45" w14:textId="77777777" w:rsidR="0085747A" w:rsidRPr="00D026A0" w:rsidRDefault="00D026A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26A0">
        <w:rPr>
          <w:rFonts w:ascii="Corbel" w:eastAsia="MS Gothic" w:hAnsi="Corbel" w:cs="MS Gothic"/>
          <w:b w:val="0"/>
          <w:szCs w:val="24"/>
        </w:rPr>
        <w:t xml:space="preserve"> </w:t>
      </w:r>
      <w:r w:rsidR="004A7174" w:rsidRPr="00D026A0">
        <w:rPr>
          <w:rFonts w:ascii="Corbel" w:eastAsia="MS Gothic" w:hAnsi="Corbel" w:cs="MS Gothic"/>
          <w:b w:val="0"/>
          <w:szCs w:val="24"/>
        </w:rPr>
        <w:t>x</w:t>
      </w:r>
      <w:r w:rsidRPr="00D026A0">
        <w:rPr>
          <w:rFonts w:ascii="Corbel" w:eastAsia="MS Gothic" w:hAnsi="Corbel" w:cs="MS Gothic"/>
          <w:b w:val="0"/>
          <w:szCs w:val="24"/>
        </w:rPr>
        <w:t xml:space="preserve">   </w:t>
      </w:r>
      <w:r w:rsidRPr="00D026A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D026A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23CFE05" w14:textId="77777777" w:rsidR="0085747A" w:rsidRPr="00D026A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26A0">
        <w:rPr>
          <w:rFonts w:ascii="Segoe UI Symbol" w:eastAsia="MS Gothic" w:hAnsi="Segoe UI Symbol" w:cs="Segoe UI Symbol"/>
          <w:b w:val="0"/>
          <w:szCs w:val="24"/>
        </w:rPr>
        <w:t>☐</w:t>
      </w:r>
      <w:r w:rsidRPr="00D026A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E9EB7F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FC2D59" w14:textId="77777777" w:rsidR="00E22FBC" w:rsidRPr="00D026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1.3 </w:t>
      </w:r>
      <w:r w:rsidR="00F83B28" w:rsidRPr="00D026A0">
        <w:rPr>
          <w:rFonts w:ascii="Corbel" w:hAnsi="Corbel"/>
          <w:smallCaps w:val="0"/>
          <w:szCs w:val="24"/>
        </w:rPr>
        <w:tab/>
      </w:r>
      <w:r w:rsidRPr="00D026A0">
        <w:rPr>
          <w:rFonts w:ascii="Corbel" w:hAnsi="Corbel"/>
          <w:smallCaps w:val="0"/>
          <w:szCs w:val="24"/>
        </w:rPr>
        <w:t>For</w:t>
      </w:r>
      <w:r w:rsidR="00445970" w:rsidRPr="00D026A0">
        <w:rPr>
          <w:rFonts w:ascii="Corbel" w:hAnsi="Corbel"/>
          <w:smallCaps w:val="0"/>
          <w:szCs w:val="24"/>
        </w:rPr>
        <w:t xml:space="preserve">ma zaliczenia przedmiotu </w:t>
      </w:r>
      <w:r w:rsidRPr="00D026A0">
        <w:rPr>
          <w:rFonts w:ascii="Corbel" w:hAnsi="Corbel"/>
          <w:smallCaps w:val="0"/>
          <w:szCs w:val="24"/>
        </w:rPr>
        <w:t xml:space="preserve"> (z toku) </w:t>
      </w:r>
      <w:r w:rsidRPr="00D026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646A60" w14:textId="77777777" w:rsidR="00D026A0" w:rsidRDefault="00D026A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851C3D0" w14:textId="77777777" w:rsidR="009C54AE" w:rsidRPr="00D026A0" w:rsidRDefault="009070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026A0">
        <w:rPr>
          <w:rFonts w:ascii="Corbel" w:hAnsi="Corbel"/>
          <w:b w:val="0"/>
          <w:smallCaps w:val="0"/>
          <w:szCs w:val="24"/>
        </w:rPr>
        <w:t>zaliczenie z oceną</w:t>
      </w:r>
    </w:p>
    <w:p w14:paraId="43D1BB5C" w14:textId="77777777" w:rsidR="00E960BB" w:rsidRPr="00D026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D861F" w14:textId="77777777" w:rsidR="00E960BB" w:rsidRPr="00D026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26A0">
        <w:rPr>
          <w:rFonts w:ascii="Corbel" w:hAnsi="Corbel"/>
          <w:szCs w:val="24"/>
        </w:rPr>
        <w:t xml:space="preserve">2.Wymagania wstępne </w:t>
      </w:r>
    </w:p>
    <w:p w14:paraId="01DF3AF7" w14:textId="77777777" w:rsidR="00D026A0" w:rsidRPr="00D026A0" w:rsidRDefault="00D026A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26A0" w14:paraId="6BA3AE10" w14:textId="77777777" w:rsidTr="00745302">
        <w:tc>
          <w:tcPr>
            <w:tcW w:w="9670" w:type="dxa"/>
          </w:tcPr>
          <w:p w14:paraId="6BE5D831" w14:textId="77777777" w:rsidR="0085747A" w:rsidRPr="00D026A0" w:rsidRDefault="009070B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14:paraId="015979B4" w14:textId="77777777" w:rsidR="00153C41" w:rsidRPr="00D026A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9E926E" w14:textId="77777777" w:rsidR="0085747A" w:rsidRPr="00D026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26A0">
        <w:rPr>
          <w:rFonts w:ascii="Corbel" w:hAnsi="Corbel"/>
          <w:szCs w:val="24"/>
        </w:rPr>
        <w:lastRenderedPageBreak/>
        <w:t>3.</w:t>
      </w:r>
      <w:r w:rsidR="0085747A" w:rsidRPr="00D026A0">
        <w:rPr>
          <w:rFonts w:ascii="Corbel" w:hAnsi="Corbel"/>
          <w:szCs w:val="24"/>
        </w:rPr>
        <w:t xml:space="preserve"> </w:t>
      </w:r>
      <w:r w:rsidR="00A84C85" w:rsidRPr="00D026A0">
        <w:rPr>
          <w:rFonts w:ascii="Corbel" w:hAnsi="Corbel"/>
          <w:szCs w:val="24"/>
        </w:rPr>
        <w:t>cele, efekty uczenia się</w:t>
      </w:r>
      <w:r w:rsidR="0085747A" w:rsidRPr="00D026A0">
        <w:rPr>
          <w:rFonts w:ascii="Corbel" w:hAnsi="Corbel"/>
          <w:szCs w:val="24"/>
        </w:rPr>
        <w:t xml:space="preserve"> , treści Programowe i stosowane metody Dydaktyczne</w:t>
      </w:r>
    </w:p>
    <w:p w14:paraId="3E646DF7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DB602B" w14:textId="77777777" w:rsidR="0085747A" w:rsidRPr="00D026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t xml:space="preserve">3.1 </w:t>
      </w:r>
      <w:r w:rsidR="00C05F44" w:rsidRPr="00D026A0">
        <w:rPr>
          <w:rFonts w:ascii="Corbel" w:hAnsi="Corbel"/>
          <w:sz w:val="24"/>
          <w:szCs w:val="24"/>
        </w:rPr>
        <w:t>Cele przedmiotu</w:t>
      </w:r>
    </w:p>
    <w:p w14:paraId="54051761" w14:textId="77777777" w:rsidR="00F83B28" w:rsidRPr="00D026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E3DF9" w:rsidRPr="00D026A0" w14:paraId="6A994E90" w14:textId="77777777" w:rsidTr="00DE3DF9">
        <w:tc>
          <w:tcPr>
            <w:tcW w:w="851" w:type="dxa"/>
            <w:vAlign w:val="center"/>
          </w:tcPr>
          <w:p w14:paraId="625EC232" w14:textId="77777777" w:rsidR="00DE3DF9" w:rsidRPr="00D026A0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4CEFD3" w14:textId="77777777" w:rsidR="00DE3DF9" w:rsidRPr="00D026A0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Zapoznanie studenta z praktycznymi i teoretycznymi aspektami bezpieczeństwa konsumentów w Polsce i Unii Europejskiej</w:t>
            </w:r>
          </w:p>
        </w:tc>
      </w:tr>
      <w:tr w:rsidR="00DE3DF9" w:rsidRPr="00D026A0" w14:paraId="5638FD60" w14:textId="77777777" w:rsidTr="00DE3DF9">
        <w:tc>
          <w:tcPr>
            <w:tcW w:w="851" w:type="dxa"/>
            <w:vAlign w:val="center"/>
          </w:tcPr>
          <w:p w14:paraId="1667CD25" w14:textId="77777777" w:rsidR="00DE3DF9" w:rsidRPr="00D026A0" w:rsidRDefault="00DE3D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35CE53" w14:textId="77777777" w:rsidR="00DE3DF9" w:rsidRPr="00D026A0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Poznanie nieuczciwych praktyk rynkowych skierowanych do konsumentów w gospodarce wolnorynkowej, oraz sposobów obrony przed nimi.</w:t>
            </w:r>
          </w:p>
        </w:tc>
      </w:tr>
      <w:tr w:rsidR="00DE3DF9" w:rsidRPr="00D026A0" w14:paraId="78EA8DE1" w14:textId="77777777" w:rsidTr="00DE3DF9">
        <w:tc>
          <w:tcPr>
            <w:tcW w:w="851" w:type="dxa"/>
            <w:vAlign w:val="center"/>
          </w:tcPr>
          <w:p w14:paraId="635D20B1" w14:textId="77777777" w:rsidR="00DE3DF9" w:rsidRPr="00D026A0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BC17D2" w14:textId="77777777" w:rsidR="00DE3DF9" w:rsidRPr="00D026A0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Wykształcenie umiejętności tworzenia interpretowania  oraz klasyfikacji umów konsumenckich (umowy zlecenia, umowy o dzieło, umowy-kupna sprzedaży, umowy na odległość, umowy poza lokalem przedsiębiorstwa).</w:t>
            </w:r>
          </w:p>
        </w:tc>
      </w:tr>
      <w:tr w:rsidR="00DE3DF9" w:rsidRPr="00D026A0" w14:paraId="68EBA08F" w14:textId="77777777" w:rsidTr="00DE3DF9">
        <w:tc>
          <w:tcPr>
            <w:tcW w:w="851" w:type="dxa"/>
            <w:vAlign w:val="center"/>
          </w:tcPr>
          <w:p w14:paraId="5951F296" w14:textId="77777777" w:rsidR="00DE3DF9" w:rsidRPr="00D026A0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7D45C74" w14:textId="77777777" w:rsidR="00DE3DF9" w:rsidRPr="00D026A0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Poznanie najistotniejszych  aspektów ochrony konsumentów oraz ich bezpieczeństwa zdrowotnego, ekonomicznego, informacyjnego oraz dochodzenia roszczeń.</w:t>
            </w:r>
          </w:p>
        </w:tc>
      </w:tr>
    </w:tbl>
    <w:p w14:paraId="327B86A9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E9CCC6" w14:textId="77777777" w:rsidR="001D7B54" w:rsidRPr="00D026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b/>
          <w:sz w:val="24"/>
          <w:szCs w:val="24"/>
        </w:rPr>
        <w:t xml:space="preserve">3.2 </w:t>
      </w:r>
      <w:r w:rsidR="001D7B54" w:rsidRPr="00D026A0">
        <w:rPr>
          <w:rFonts w:ascii="Corbel" w:hAnsi="Corbel"/>
          <w:b/>
          <w:sz w:val="24"/>
          <w:szCs w:val="24"/>
        </w:rPr>
        <w:t xml:space="preserve">Efekty </w:t>
      </w:r>
      <w:r w:rsidR="00C05F44" w:rsidRPr="00D026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026A0">
        <w:rPr>
          <w:rFonts w:ascii="Corbel" w:hAnsi="Corbel"/>
          <w:b/>
          <w:sz w:val="24"/>
          <w:szCs w:val="24"/>
        </w:rPr>
        <w:t>dla przedmiotu</w:t>
      </w:r>
      <w:r w:rsidR="00445970" w:rsidRPr="00D026A0">
        <w:rPr>
          <w:rFonts w:ascii="Corbel" w:hAnsi="Corbel"/>
          <w:sz w:val="24"/>
          <w:szCs w:val="24"/>
        </w:rPr>
        <w:t xml:space="preserve"> </w:t>
      </w:r>
    </w:p>
    <w:p w14:paraId="6F61976D" w14:textId="77777777" w:rsidR="001D7B54" w:rsidRPr="00D026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026A0" w14:paraId="578B8AC2" w14:textId="77777777" w:rsidTr="0071620A">
        <w:tc>
          <w:tcPr>
            <w:tcW w:w="1701" w:type="dxa"/>
            <w:vAlign w:val="center"/>
          </w:tcPr>
          <w:p w14:paraId="0DFB2617" w14:textId="77777777" w:rsidR="0085747A" w:rsidRPr="00D026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026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026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6F0ECA3" w14:textId="77777777" w:rsidR="0085747A" w:rsidRPr="00D026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B31078" w14:textId="77777777" w:rsidR="0085747A" w:rsidRPr="00D026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026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026A0" w14:paraId="5E9A87F4" w14:textId="77777777" w:rsidTr="005E6E85">
        <w:tc>
          <w:tcPr>
            <w:tcW w:w="1701" w:type="dxa"/>
          </w:tcPr>
          <w:p w14:paraId="1F57130A" w14:textId="77777777" w:rsidR="0085747A" w:rsidRPr="00D026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8222F3" w14:textId="77777777" w:rsidR="0085747A" w:rsidRPr="00D026A0" w:rsidRDefault="001B37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zna i rozumie</w:t>
            </w:r>
            <w:r w:rsidR="007E583C" w:rsidRPr="00D026A0">
              <w:rPr>
                <w:rFonts w:ascii="Corbel" w:hAnsi="Corbel"/>
                <w:b w:val="0"/>
                <w:szCs w:val="24"/>
              </w:rPr>
              <w:t xml:space="preserve"> regulacj</w:t>
            </w:r>
            <w:r w:rsidRPr="00D026A0">
              <w:rPr>
                <w:rFonts w:ascii="Corbel" w:hAnsi="Corbel"/>
                <w:b w:val="0"/>
                <w:szCs w:val="24"/>
              </w:rPr>
              <w:t>e</w:t>
            </w:r>
            <w:r w:rsidR="007E583C" w:rsidRPr="00D026A0">
              <w:rPr>
                <w:rFonts w:ascii="Corbel" w:hAnsi="Corbel"/>
                <w:b w:val="0"/>
                <w:szCs w:val="24"/>
              </w:rPr>
              <w:t xml:space="preserve"> prawn</w:t>
            </w:r>
            <w:r w:rsidRPr="00D026A0">
              <w:rPr>
                <w:rFonts w:ascii="Corbel" w:hAnsi="Corbel"/>
                <w:b w:val="0"/>
                <w:szCs w:val="24"/>
              </w:rPr>
              <w:t>e</w:t>
            </w:r>
            <w:r w:rsidR="007E583C" w:rsidRPr="00D026A0">
              <w:rPr>
                <w:rFonts w:ascii="Corbel" w:hAnsi="Corbel"/>
                <w:b w:val="0"/>
                <w:szCs w:val="24"/>
              </w:rPr>
              <w:t xml:space="preserve"> dotycząc</w:t>
            </w:r>
            <w:r w:rsidRPr="00D026A0">
              <w:rPr>
                <w:rFonts w:ascii="Corbel" w:hAnsi="Corbel"/>
                <w:b w:val="0"/>
                <w:szCs w:val="24"/>
              </w:rPr>
              <w:t>e</w:t>
            </w:r>
            <w:r w:rsidR="007E583C" w:rsidRPr="00D026A0">
              <w:rPr>
                <w:rFonts w:ascii="Corbel" w:hAnsi="Corbel"/>
                <w:b w:val="0"/>
                <w:szCs w:val="24"/>
              </w:rPr>
              <w:t xml:space="preserve"> bezpieczeństwa Konsumentów w Polsce i Unii Europejskiej .</w:t>
            </w:r>
          </w:p>
        </w:tc>
        <w:tc>
          <w:tcPr>
            <w:tcW w:w="1873" w:type="dxa"/>
          </w:tcPr>
          <w:p w14:paraId="1D83A696" w14:textId="77777777" w:rsidR="0085747A" w:rsidRPr="00D026A0" w:rsidRDefault="007E58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7E583C" w:rsidRPr="00D026A0" w14:paraId="63DAE734" w14:textId="77777777" w:rsidTr="005E6E85">
        <w:tc>
          <w:tcPr>
            <w:tcW w:w="1701" w:type="dxa"/>
          </w:tcPr>
          <w:p w14:paraId="695E9612" w14:textId="77777777" w:rsidR="007E583C" w:rsidRPr="00D026A0" w:rsidRDefault="007E58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B02919" w14:textId="77777777" w:rsidR="007E583C" w:rsidRPr="00D026A0" w:rsidRDefault="007E583C" w:rsidP="00DB7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Zna</w:t>
            </w:r>
            <w:r w:rsidR="001B3729" w:rsidRPr="00D026A0">
              <w:rPr>
                <w:rFonts w:ascii="Corbel" w:hAnsi="Corbel"/>
                <w:b w:val="0"/>
                <w:szCs w:val="24"/>
              </w:rPr>
              <w:t xml:space="preserve"> i rozumie</w:t>
            </w:r>
            <w:r w:rsidRPr="00D026A0">
              <w:rPr>
                <w:rFonts w:ascii="Corbel" w:hAnsi="Corbel"/>
                <w:b w:val="0"/>
                <w:szCs w:val="24"/>
              </w:rPr>
              <w:t xml:space="preserve"> prawa i obowiązki Konsumenta oraz Przedsiębiorcy.</w:t>
            </w:r>
          </w:p>
        </w:tc>
        <w:tc>
          <w:tcPr>
            <w:tcW w:w="1873" w:type="dxa"/>
          </w:tcPr>
          <w:p w14:paraId="3D2587E3" w14:textId="77777777" w:rsidR="007E583C" w:rsidRPr="00D026A0" w:rsidRDefault="007E58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970EB" w:rsidRPr="00D026A0" w14:paraId="21139B0C" w14:textId="77777777" w:rsidTr="005E6E85">
        <w:tc>
          <w:tcPr>
            <w:tcW w:w="1701" w:type="dxa"/>
          </w:tcPr>
          <w:p w14:paraId="5FE4AAA1" w14:textId="77777777" w:rsidR="002970EB" w:rsidRPr="00D026A0" w:rsidRDefault="002970EB" w:rsidP="00DB7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72BC2D" w14:textId="77777777" w:rsidR="002970EB" w:rsidRPr="00D026A0" w:rsidRDefault="001B3729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zna i rozumie pojęcia</w:t>
            </w:r>
            <w:r w:rsidR="002970EB" w:rsidRPr="00D026A0">
              <w:rPr>
                <w:rFonts w:ascii="Corbel" w:hAnsi="Corbel"/>
                <w:b w:val="0"/>
                <w:szCs w:val="24"/>
              </w:rPr>
              <w:t xml:space="preserve"> z zakresu ochrony konsumentów</w:t>
            </w:r>
          </w:p>
        </w:tc>
        <w:tc>
          <w:tcPr>
            <w:tcW w:w="1873" w:type="dxa"/>
          </w:tcPr>
          <w:p w14:paraId="66A9F472" w14:textId="77777777" w:rsidR="002970EB" w:rsidRPr="00D026A0" w:rsidRDefault="002970EB" w:rsidP="00DB7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970EB" w:rsidRPr="00D026A0" w14:paraId="53862C24" w14:textId="77777777" w:rsidTr="005E6E85">
        <w:tc>
          <w:tcPr>
            <w:tcW w:w="1701" w:type="dxa"/>
          </w:tcPr>
          <w:p w14:paraId="082FE8D7" w14:textId="77777777" w:rsidR="002970EB" w:rsidRPr="00D026A0" w:rsidRDefault="00297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042C8A" w14:textId="77777777" w:rsidR="002970EB" w:rsidRPr="00D026A0" w:rsidRDefault="002970EB" w:rsidP="00DB7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Potrafi wykorzystać wiedzę teoretyczną z zakresu Bezpieczeństwa konsumentów  w obrocie wolnorynkowym w szczególności podczas zawierania umów.</w:t>
            </w:r>
          </w:p>
        </w:tc>
        <w:tc>
          <w:tcPr>
            <w:tcW w:w="1873" w:type="dxa"/>
          </w:tcPr>
          <w:p w14:paraId="082D78F6" w14:textId="77777777" w:rsidR="002970EB" w:rsidRPr="00D026A0" w:rsidRDefault="00297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970EB" w:rsidRPr="00D026A0" w14:paraId="35EF9347" w14:textId="77777777" w:rsidTr="005E6E85">
        <w:tc>
          <w:tcPr>
            <w:tcW w:w="1701" w:type="dxa"/>
          </w:tcPr>
          <w:p w14:paraId="5D583273" w14:textId="77777777" w:rsidR="002970EB" w:rsidRPr="00D026A0" w:rsidRDefault="00297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9449A9" w14:textId="77777777" w:rsidR="002970EB" w:rsidRPr="00D026A0" w:rsidRDefault="001B3729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jest gotów p</w:t>
            </w:r>
            <w:r w:rsidR="002970EB" w:rsidRPr="00D026A0">
              <w:rPr>
                <w:rFonts w:ascii="Corbel" w:hAnsi="Corbel"/>
                <w:b w:val="0"/>
                <w:szCs w:val="24"/>
              </w:rPr>
              <w:t>osług</w:t>
            </w:r>
            <w:r w:rsidRPr="00D026A0">
              <w:rPr>
                <w:rFonts w:ascii="Corbel" w:hAnsi="Corbel"/>
                <w:b w:val="0"/>
                <w:szCs w:val="24"/>
              </w:rPr>
              <w:t>iwać</w:t>
            </w:r>
            <w:r w:rsidR="002970EB" w:rsidRPr="00D026A0">
              <w:rPr>
                <w:rFonts w:ascii="Corbel" w:hAnsi="Corbel"/>
                <w:b w:val="0"/>
                <w:szCs w:val="24"/>
              </w:rPr>
              <w:t xml:space="preserve"> się normami  i regułami prawnymi, regułami moralnymi (etyka konsumencka) w celu rozwiązania konkretnego Problemu z zakresu bezpieczeństwa konsumentów</w:t>
            </w:r>
          </w:p>
        </w:tc>
        <w:tc>
          <w:tcPr>
            <w:tcW w:w="1873" w:type="dxa"/>
          </w:tcPr>
          <w:p w14:paraId="22DA90BE" w14:textId="77777777" w:rsidR="002970EB" w:rsidRPr="00D026A0" w:rsidRDefault="002970EB" w:rsidP="004F1D4D">
            <w:pPr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</w:tbl>
    <w:p w14:paraId="42F1E4DB" w14:textId="77777777" w:rsidR="00D026A0" w:rsidRDefault="00D026A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E58C22" w14:textId="77777777" w:rsidR="0085747A" w:rsidRPr="00D026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026A0">
        <w:rPr>
          <w:rFonts w:ascii="Corbel" w:hAnsi="Corbel"/>
          <w:b/>
          <w:sz w:val="24"/>
          <w:szCs w:val="24"/>
        </w:rPr>
        <w:t>3.3</w:t>
      </w:r>
      <w:r w:rsidR="001D7B54" w:rsidRPr="00D026A0">
        <w:rPr>
          <w:rFonts w:ascii="Corbel" w:hAnsi="Corbel"/>
          <w:b/>
          <w:sz w:val="24"/>
          <w:szCs w:val="24"/>
        </w:rPr>
        <w:t xml:space="preserve"> </w:t>
      </w:r>
      <w:r w:rsidR="0085747A" w:rsidRPr="00D026A0">
        <w:rPr>
          <w:rFonts w:ascii="Corbel" w:hAnsi="Corbel"/>
          <w:b/>
          <w:sz w:val="24"/>
          <w:szCs w:val="24"/>
        </w:rPr>
        <w:t>T</w:t>
      </w:r>
      <w:r w:rsidR="001D7B54" w:rsidRPr="00D026A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026A0">
        <w:rPr>
          <w:rFonts w:ascii="Corbel" w:hAnsi="Corbel"/>
          <w:sz w:val="24"/>
          <w:szCs w:val="24"/>
        </w:rPr>
        <w:t xml:space="preserve">  </w:t>
      </w:r>
    </w:p>
    <w:p w14:paraId="053DE7BF" w14:textId="77777777" w:rsidR="0085747A" w:rsidRPr="00D026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t xml:space="preserve">Problematyka wykładu </w:t>
      </w:r>
    </w:p>
    <w:p w14:paraId="32F03360" w14:textId="77777777" w:rsidR="00675843" w:rsidRPr="00D026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26A0" w14:paraId="5C825FB3" w14:textId="77777777" w:rsidTr="00923D7D">
        <w:tc>
          <w:tcPr>
            <w:tcW w:w="9639" w:type="dxa"/>
          </w:tcPr>
          <w:p w14:paraId="43EFAB10" w14:textId="77777777" w:rsidR="0085747A" w:rsidRPr="00D026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784F" w:rsidRPr="00D026A0" w14:paraId="2184F377" w14:textId="77777777" w:rsidTr="00923D7D">
        <w:tc>
          <w:tcPr>
            <w:tcW w:w="9639" w:type="dxa"/>
          </w:tcPr>
          <w:p w14:paraId="109E3C88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Podstawowe definicje w zakresie ochrony konsumentów</w:t>
            </w:r>
          </w:p>
        </w:tc>
      </w:tr>
      <w:tr w:rsidR="0082784F" w:rsidRPr="00D026A0" w14:paraId="48048D34" w14:textId="77777777" w:rsidTr="00923D7D">
        <w:tc>
          <w:tcPr>
            <w:tcW w:w="9639" w:type="dxa"/>
          </w:tcPr>
          <w:p w14:paraId="047CEFB4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 xml:space="preserve">Geneza i idea praw konsumenta </w:t>
            </w:r>
          </w:p>
        </w:tc>
      </w:tr>
      <w:tr w:rsidR="0082784F" w:rsidRPr="00D026A0" w14:paraId="1D5B78B8" w14:textId="77777777" w:rsidTr="00923D7D">
        <w:tc>
          <w:tcPr>
            <w:tcW w:w="9639" w:type="dxa"/>
          </w:tcPr>
          <w:p w14:paraId="71A9E24C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Klasyfikacja praw konsumenta</w:t>
            </w:r>
          </w:p>
        </w:tc>
      </w:tr>
      <w:tr w:rsidR="0082784F" w:rsidRPr="00D026A0" w14:paraId="120BA47F" w14:textId="77777777" w:rsidTr="00923D7D">
        <w:tc>
          <w:tcPr>
            <w:tcW w:w="9639" w:type="dxa"/>
          </w:tcPr>
          <w:p w14:paraId="5932EF1A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zdrowotne konsumentów</w:t>
            </w:r>
          </w:p>
        </w:tc>
      </w:tr>
      <w:tr w:rsidR="0082784F" w:rsidRPr="00D026A0" w14:paraId="4A37D09F" w14:textId="77777777" w:rsidTr="00923D7D">
        <w:tc>
          <w:tcPr>
            <w:tcW w:w="9639" w:type="dxa"/>
          </w:tcPr>
          <w:p w14:paraId="63B24CC3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ekonomiczne konsumentów</w:t>
            </w:r>
          </w:p>
        </w:tc>
      </w:tr>
      <w:tr w:rsidR="0082784F" w:rsidRPr="00D026A0" w14:paraId="13EE89F7" w14:textId="77777777" w:rsidTr="00923D7D">
        <w:tc>
          <w:tcPr>
            <w:tcW w:w="9639" w:type="dxa"/>
          </w:tcPr>
          <w:p w14:paraId="5A4B404C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informacyjne konsumentów</w:t>
            </w:r>
          </w:p>
        </w:tc>
      </w:tr>
      <w:tr w:rsidR="0082784F" w:rsidRPr="00D026A0" w14:paraId="566F06E8" w14:textId="77777777" w:rsidTr="00923D7D">
        <w:tc>
          <w:tcPr>
            <w:tcW w:w="9639" w:type="dxa"/>
          </w:tcPr>
          <w:p w14:paraId="412F80DA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edukacyjne konsumentów</w:t>
            </w:r>
          </w:p>
        </w:tc>
      </w:tr>
      <w:tr w:rsidR="0082784F" w:rsidRPr="00D026A0" w14:paraId="5D4E7D35" w14:textId="77777777" w:rsidTr="00923D7D">
        <w:tc>
          <w:tcPr>
            <w:tcW w:w="9639" w:type="dxa"/>
          </w:tcPr>
          <w:p w14:paraId="7C68D8B4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w zakresie dochodzenia roszczeń</w:t>
            </w:r>
          </w:p>
        </w:tc>
      </w:tr>
    </w:tbl>
    <w:p w14:paraId="272631FF" w14:textId="77777777" w:rsidR="0085747A" w:rsidRPr="00D026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58D202" w14:textId="77777777" w:rsidR="0085747A" w:rsidRPr="00D026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026A0">
        <w:rPr>
          <w:rFonts w:ascii="Corbel" w:hAnsi="Corbel"/>
          <w:sz w:val="24"/>
          <w:szCs w:val="24"/>
        </w:rPr>
        <w:t xml:space="preserve">, </w:t>
      </w:r>
      <w:r w:rsidRPr="00D026A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F599F" w:rsidRPr="00D026A0" w14:paraId="260E3A78" w14:textId="77777777" w:rsidTr="00DB7E78">
        <w:tc>
          <w:tcPr>
            <w:tcW w:w="9639" w:type="dxa"/>
          </w:tcPr>
          <w:p w14:paraId="0D7D96C8" w14:textId="77777777" w:rsidR="00DF599F" w:rsidRPr="00D026A0" w:rsidRDefault="00DF599F" w:rsidP="00DF59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599F" w:rsidRPr="00D026A0" w14:paraId="2D62E7BC" w14:textId="77777777" w:rsidTr="00DB7E78">
        <w:tc>
          <w:tcPr>
            <w:tcW w:w="9639" w:type="dxa"/>
          </w:tcPr>
          <w:p w14:paraId="0AE5CFD5" w14:textId="77777777" w:rsidR="00DF599F" w:rsidRPr="00D026A0" w:rsidRDefault="00DF599F" w:rsidP="00DB7E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Społeczeństwo konsumpcyjne a ochrona konsumentów</w:t>
            </w:r>
          </w:p>
        </w:tc>
      </w:tr>
      <w:tr w:rsidR="00DF599F" w:rsidRPr="00D026A0" w14:paraId="0F0FC8E6" w14:textId="77777777" w:rsidTr="00DB7E78">
        <w:tc>
          <w:tcPr>
            <w:tcW w:w="9639" w:type="dxa"/>
          </w:tcPr>
          <w:p w14:paraId="4660EA78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Reklama porównawcza</w:t>
            </w:r>
          </w:p>
        </w:tc>
      </w:tr>
      <w:tr w:rsidR="00DF599F" w:rsidRPr="00D026A0" w14:paraId="30C6673D" w14:textId="77777777" w:rsidTr="00DB7E78">
        <w:tc>
          <w:tcPr>
            <w:tcW w:w="9639" w:type="dxa"/>
          </w:tcPr>
          <w:p w14:paraId="6B9AE815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Reklama wprowadzająca w błąd</w:t>
            </w:r>
          </w:p>
        </w:tc>
      </w:tr>
      <w:tr w:rsidR="00DF599F" w:rsidRPr="00D026A0" w14:paraId="5370839B" w14:textId="77777777" w:rsidTr="00DB7E78">
        <w:tc>
          <w:tcPr>
            <w:tcW w:w="9639" w:type="dxa"/>
          </w:tcPr>
          <w:p w14:paraId="46736182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Zachowania konsumentów a COVID -19</w:t>
            </w:r>
          </w:p>
        </w:tc>
      </w:tr>
      <w:tr w:rsidR="00DF599F" w:rsidRPr="00D026A0" w14:paraId="21A6F453" w14:textId="77777777" w:rsidTr="00DB7E78">
        <w:tc>
          <w:tcPr>
            <w:tcW w:w="9639" w:type="dxa"/>
          </w:tcPr>
          <w:p w14:paraId="1E75A0CF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żywieniowe</w:t>
            </w:r>
          </w:p>
        </w:tc>
      </w:tr>
      <w:tr w:rsidR="00DF599F" w:rsidRPr="00D026A0" w14:paraId="6D5E075C" w14:textId="77777777" w:rsidTr="00DB7E78">
        <w:tc>
          <w:tcPr>
            <w:tcW w:w="9639" w:type="dxa"/>
          </w:tcPr>
          <w:p w14:paraId="1CF7E6CD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Ochrona konsumentów 60+</w:t>
            </w:r>
          </w:p>
        </w:tc>
      </w:tr>
      <w:tr w:rsidR="00DF599F" w:rsidRPr="00D026A0" w14:paraId="6CAF3E2B" w14:textId="77777777" w:rsidTr="00DB7E78">
        <w:tc>
          <w:tcPr>
            <w:tcW w:w="9639" w:type="dxa"/>
          </w:tcPr>
          <w:p w14:paraId="4B4D39CD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najmłodszych konsumentów</w:t>
            </w:r>
          </w:p>
        </w:tc>
      </w:tr>
      <w:tr w:rsidR="00DF599F" w:rsidRPr="00D026A0" w14:paraId="4A3B2406" w14:textId="77777777" w:rsidTr="00DB7E78">
        <w:tc>
          <w:tcPr>
            <w:tcW w:w="9639" w:type="dxa"/>
          </w:tcPr>
          <w:p w14:paraId="19F0E984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Ochrona konsumentów w Unii Europejskiej (umowy trans-graniczne)</w:t>
            </w:r>
          </w:p>
        </w:tc>
      </w:tr>
      <w:tr w:rsidR="00DF599F" w:rsidRPr="00D026A0" w14:paraId="4A7813FE" w14:textId="77777777" w:rsidTr="00DB7E78">
        <w:tc>
          <w:tcPr>
            <w:tcW w:w="9639" w:type="dxa"/>
          </w:tcPr>
          <w:p w14:paraId="59E1E76D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Analiza wybranych programów edukacji konsumenckiej</w:t>
            </w:r>
          </w:p>
        </w:tc>
      </w:tr>
      <w:tr w:rsidR="00DF599F" w:rsidRPr="00D026A0" w14:paraId="578E6C37" w14:textId="77777777" w:rsidTr="00DB7E78">
        <w:tc>
          <w:tcPr>
            <w:tcW w:w="9639" w:type="dxa"/>
          </w:tcPr>
          <w:p w14:paraId="7BA3D77A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Analiza programu polityki konsumenckiej UE 2014-2020</w:t>
            </w:r>
          </w:p>
        </w:tc>
      </w:tr>
    </w:tbl>
    <w:p w14:paraId="0DDA4E6E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F7A47" w14:textId="77777777" w:rsidR="0085747A" w:rsidRPr="00D026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>3.4 Metody dydaktyczne</w:t>
      </w:r>
      <w:r w:rsidRPr="00D026A0">
        <w:rPr>
          <w:rFonts w:ascii="Corbel" w:hAnsi="Corbel"/>
          <w:b w:val="0"/>
          <w:smallCaps w:val="0"/>
          <w:szCs w:val="24"/>
        </w:rPr>
        <w:t xml:space="preserve"> </w:t>
      </w:r>
    </w:p>
    <w:p w14:paraId="06029EA2" w14:textId="77777777" w:rsidR="008E48F1" w:rsidRPr="00D026A0" w:rsidRDefault="008E48F1" w:rsidP="008E48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26A0">
        <w:rPr>
          <w:rFonts w:ascii="Corbel" w:hAnsi="Corbel"/>
          <w:b w:val="0"/>
          <w:smallCaps w:val="0"/>
          <w:szCs w:val="24"/>
        </w:rPr>
        <w:t>Wykład z prezentacją multimedialną,</w:t>
      </w:r>
    </w:p>
    <w:p w14:paraId="2D8C601B" w14:textId="77777777" w:rsidR="008E48F1" w:rsidRPr="00D026A0" w:rsidRDefault="008E48F1" w:rsidP="008E48F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026A0">
        <w:rPr>
          <w:rFonts w:ascii="Corbel" w:hAnsi="Corbel"/>
          <w:b w:val="0"/>
          <w:smallCaps w:val="0"/>
          <w:szCs w:val="24"/>
        </w:rPr>
        <w:t xml:space="preserve">Ćwiczenia: dyskusja, analiza aktów prawnych, dokumentów, praca w grupach. </w:t>
      </w:r>
    </w:p>
    <w:p w14:paraId="7D4FA892" w14:textId="77777777" w:rsidR="00E960BB" w:rsidRPr="00D026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02F527" w14:textId="77777777" w:rsidR="00923D7D" w:rsidRPr="00D026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4. </w:t>
      </w:r>
      <w:r w:rsidR="0085747A" w:rsidRPr="00D026A0">
        <w:rPr>
          <w:rFonts w:ascii="Corbel" w:hAnsi="Corbel"/>
          <w:smallCaps w:val="0"/>
          <w:szCs w:val="24"/>
        </w:rPr>
        <w:t>METODY I KRYTERIA OCENY</w:t>
      </w:r>
      <w:r w:rsidR="009F4610" w:rsidRPr="00D026A0">
        <w:rPr>
          <w:rFonts w:ascii="Corbel" w:hAnsi="Corbel"/>
          <w:smallCaps w:val="0"/>
          <w:szCs w:val="24"/>
        </w:rPr>
        <w:t xml:space="preserve"> </w:t>
      </w:r>
    </w:p>
    <w:p w14:paraId="3083CCC9" w14:textId="77777777" w:rsidR="0085747A" w:rsidRPr="00D026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026A0">
        <w:rPr>
          <w:rFonts w:ascii="Corbel" w:hAnsi="Corbel"/>
          <w:smallCaps w:val="0"/>
          <w:szCs w:val="24"/>
        </w:rPr>
        <w:t>uczenia się</w:t>
      </w:r>
    </w:p>
    <w:p w14:paraId="4B53F8FC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026A0" w14:paraId="276CE88D" w14:textId="77777777" w:rsidTr="00C05F44">
        <w:tc>
          <w:tcPr>
            <w:tcW w:w="1985" w:type="dxa"/>
            <w:vAlign w:val="center"/>
          </w:tcPr>
          <w:p w14:paraId="6F83BDB3" w14:textId="77777777" w:rsidR="0085747A" w:rsidRPr="00D026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117A48" w14:textId="77777777" w:rsidR="0085747A" w:rsidRPr="00D026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58CF88B" w14:textId="77777777" w:rsidR="0085747A" w:rsidRPr="00D026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02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27C4E8" w14:textId="77777777" w:rsidR="00923D7D" w:rsidRPr="00D026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BA0560" w14:textId="77777777" w:rsidR="0085747A" w:rsidRPr="00D026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48F1" w:rsidRPr="00D026A0" w14:paraId="139FDB15" w14:textId="77777777" w:rsidTr="00C05F44">
        <w:tc>
          <w:tcPr>
            <w:tcW w:w="1985" w:type="dxa"/>
          </w:tcPr>
          <w:p w14:paraId="1822374D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3B042C9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14:paraId="4BFF139A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D026A0" w14:paraId="76D770A9" w14:textId="77777777" w:rsidTr="00C05F44">
        <w:tc>
          <w:tcPr>
            <w:tcW w:w="1985" w:type="dxa"/>
          </w:tcPr>
          <w:p w14:paraId="76A469D3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C7CC282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udziału studenta w dyskusji, Zaliczenie pisemne</w:t>
            </w:r>
          </w:p>
        </w:tc>
        <w:tc>
          <w:tcPr>
            <w:tcW w:w="2126" w:type="dxa"/>
          </w:tcPr>
          <w:p w14:paraId="793EBCA1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D026A0" w14:paraId="272242A7" w14:textId="77777777" w:rsidTr="00C05F44">
        <w:tc>
          <w:tcPr>
            <w:tcW w:w="1985" w:type="dxa"/>
          </w:tcPr>
          <w:p w14:paraId="4209ED1E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1DA7D21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14:paraId="05FF1DAE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D026A0" w14:paraId="2E14CB2E" w14:textId="77777777" w:rsidTr="00C05F44">
        <w:tc>
          <w:tcPr>
            <w:tcW w:w="1985" w:type="dxa"/>
          </w:tcPr>
          <w:p w14:paraId="6863BB1C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50E1516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indywidualnej pracy studenta podczas zajęć, zaliczenie pisemne</w:t>
            </w:r>
          </w:p>
        </w:tc>
        <w:tc>
          <w:tcPr>
            <w:tcW w:w="2126" w:type="dxa"/>
          </w:tcPr>
          <w:p w14:paraId="184BC6C2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D026A0" w14:paraId="72EA1128" w14:textId="77777777" w:rsidTr="00C05F44">
        <w:tc>
          <w:tcPr>
            <w:tcW w:w="1985" w:type="dxa"/>
          </w:tcPr>
          <w:p w14:paraId="6EC38138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D41358E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14:paraId="29B07E4D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</w:tbl>
    <w:p w14:paraId="18A12CC9" w14:textId="77777777" w:rsidR="00923D7D" w:rsidRPr="00D026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3FDB3B" w14:textId="77777777" w:rsidR="0085747A" w:rsidRPr="00D026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4.2 </w:t>
      </w:r>
      <w:r w:rsidR="0085747A" w:rsidRPr="00D026A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026A0">
        <w:rPr>
          <w:rFonts w:ascii="Corbel" w:hAnsi="Corbel"/>
          <w:smallCaps w:val="0"/>
          <w:szCs w:val="24"/>
        </w:rPr>
        <w:t xml:space="preserve"> </w:t>
      </w:r>
    </w:p>
    <w:p w14:paraId="7ECA59D2" w14:textId="77777777" w:rsidR="00923D7D" w:rsidRPr="00D026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26A0" w14:paraId="78B2E1FA" w14:textId="77777777" w:rsidTr="00923D7D">
        <w:tc>
          <w:tcPr>
            <w:tcW w:w="9670" w:type="dxa"/>
          </w:tcPr>
          <w:p w14:paraId="33E4C301" w14:textId="77777777" w:rsidR="008E48F1" w:rsidRPr="00D026A0" w:rsidRDefault="008E48F1" w:rsidP="008E48F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Sposób zaliczenia: zaliczenie z oceną</w:t>
            </w:r>
          </w:p>
          <w:p w14:paraId="6A19BEA0" w14:textId="77777777" w:rsidR="0085747A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 xml:space="preserve">Forma zaliczenia: zaliczenie pisemne, </w:t>
            </w:r>
            <w:r w:rsidRPr="00D026A0">
              <w:rPr>
                <w:rFonts w:ascii="Corbel" w:hAnsi="Corbel"/>
                <w:kern w:val="1"/>
                <w:szCs w:val="24"/>
              </w:rPr>
              <w:t>obecność na zajęciach, aktywność, udział w dyskusjach problemowych.</w:t>
            </w:r>
          </w:p>
        </w:tc>
      </w:tr>
    </w:tbl>
    <w:p w14:paraId="01943C92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44D2F" w14:textId="77777777" w:rsidR="009F4610" w:rsidRPr="00D026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026A0">
        <w:rPr>
          <w:rFonts w:ascii="Corbel" w:hAnsi="Corbel"/>
          <w:b/>
          <w:sz w:val="24"/>
          <w:szCs w:val="24"/>
        </w:rPr>
        <w:t xml:space="preserve">5. </w:t>
      </w:r>
      <w:r w:rsidR="00C61DC5" w:rsidRPr="00D026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71DAFF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026A0" w14:paraId="6F3BA770" w14:textId="77777777" w:rsidTr="003E1941">
        <w:tc>
          <w:tcPr>
            <w:tcW w:w="4962" w:type="dxa"/>
            <w:vAlign w:val="center"/>
          </w:tcPr>
          <w:p w14:paraId="35EB1C3A" w14:textId="77777777" w:rsidR="0085747A" w:rsidRPr="00D026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26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026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026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A6A604" w14:textId="77777777" w:rsidR="0085747A" w:rsidRPr="00D026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26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026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026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026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48F1" w:rsidRPr="00D026A0" w14:paraId="145663FC" w14:textId="77777777" w:rsidTr="00923D7D">
        <w:tc>
          <w:tcPr>
            <w:tcW w:w="4962" w:type="dxa"/>
          </w:tcPr>
          <w:p w14:paraId="5E937889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A83FB8E" w14:textId="77777777" w:rsidR="008E48F1" w:rsidRPr="00D026A0" w:rsidRDefault="002D06E9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E48F1" w:rsidRPr="00D026A0" w14:paraId="334365FF" w14:textId="77777777" w:rsidTr="00923D7D">
        <w:tc>
          <w:tcPr>
            <w:tcW w:w="4962" w:type="dxa"/>
          </w:tcPr>
          <w:p w14:paraId="51467584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1720EC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6BAA6" w14:textId="77777777" w:rsidR="008E48F1" w:rsidRPr="00D026A0" w:rsidRDefault="002D06E9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E48F1" w:rsidRPr="00D026A0" w14:paraId="0BCA9A36" w14:textId="77777777" w:rsidTr="00923D7D">
        <w:tc>
          <w:tcPr>
            <w:tcW w:w="4962" w:type="dxa"/>
          </w:tcPr>
          <w:p w14:paraId="3BACAC7F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6A625B33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51B647" w14:textId="77777777" w:rsidR="008E48F1" w:rsidRPr="00D026A0" w:rsidRDefault="002D06E9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E48F1" w:rsidRPr="00D026A0" w14:paraId="7A94E20F" w14:textId="77777777" w:rsidTr="00923D7D">
        <w:tc>
          <w:tcPr>
            <w:tcW w:w="4962" w:type="dxa"/>
          </w:tcPr>
          <w:p w14:paraId="768AC9FA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737D26" w14:textId="77777777" w:rsidR="008E48F1" w:rsidRPr="00D026A0" w:rsidRDefault="008E48F1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E48F1" w:rsidRPr="00D026A0" w14:paraId="484DF847" w14:textId="77777777" w:rsidTr="00923D7D">
        <w:tc>
          <w:tcPr>
            <w:tcW w:w="4962" w:type="dxa"/>
          </w:tcPr>
          <w:p w14:paraId="3CB14FB0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026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4ADEB0" w14:textId="77777777" w:rsidR="008E48F1" w:rsidRPr="00D026A0" w:rsidRDefault="008E48F1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23A9CD3" w14:textId="77777777" w:rsidR="0085747A" w:rsidRPr="00D026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026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026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9F2D1C" w14:textId="77777777" w:rsidR="003E1941" w:rsidRPr="00D026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258B8" w14:textId="77777777" w:rsidR="0085747A" w:rsidRPr="00D026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6. </w:t>
      </w:r>
      <w:r w:rsidR="0085747A" w:rsidRPr="00D026A0">
        <w:rPr>
          <w:rFonts w:ascii="Corbel" w:hAnsi="Corbel"/>
          <w:smallCaps w:val="0"/>
          <w:szCs w:val="24"/>
        </w:rPr>
        <w:t>PRAKTYKI ZAWO</w:t>
      </w:r>
      <w:r w:rsidR="009D3F3B" w:rsidRPr="00D026A0">
        <w:rPr>
          <w:rFonts w:ascii="Corbel" w:hAnsi="Corbel"/>
          <w:smallCaps w:val="0"/>
          <w:szCs w:val="24"/>
        </w:rPr>
        <w:t>DOWE W RAMACH PRZEDMIOTU</w:t>
      </w:r>
    </w:p>
    <w:p w14:paraId="7F628AF8" w14:textId="77777777" w:rsidR="0085747A" w:rsidRPr="00D026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026A0" w:rsidRPr="00D026A0" w14:paraId="53E2B649" w14:textId="77777777" w:rsidTr="0071620A">
        <w:trPr>
          <w:trHeight w:val="397"/>
        </w:trPr>
        <w:tc>
          <w:tcPr>
            <w:tcW w:w="3544" w:type="dxa"/>
          </w:tcPr>
          <w:p w14:paraId="027A3D51" w14:textId="77777777" w:rsidR="00D026A0" w:rsidRPr="00D026A0" w:rsidRDefault="00D026A0" w:rsidP="00D026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68EEB39" w14:textId="77777777" w:rsidR="00D026A0" w:rsidRDefault="00D026A0" w:rsidP="00D026A0">
            <w:r w:rsidRPr="005942CA">
              <w:rPr>
                <w:rFonts w:cs="Calibri"/>
              </w:rPr>
              <w:t>Nie dotyczy</w:t>
            </w:r>
          </w:p>
        </w:tc>
      </w:tr>
      <w:tr w:rsidR="00D026A0" w:rsidRPr="00D026A0" w14:paraId="5571F5E1" w14:textId="77777777" w:rsidTr="0071620A">
        <w:trPr>
          <w:trHeight w:val="397"/>
        </w:trPr>
        <w:tc>
          <w:tcPr>
            <w:tcW w:w="3544" w:type="dxa"/>
          </w:tcPr>
          <w:p w14:paraId="3B77F16D" w14:textId="77777777" w:rsidR="00D026A0" w:rsidRPr="00D026A0" w:rsidRDefault="00D026A0" w:rsidP="00D026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75B373" w14:textId="77777777" w:rsidR="00D026A0" w:rsidRDefault="00D026A0" w:rsidP="00D026A0">
            <w:r w:rsidRPr="005942CA">
              <w:rPr>
                <w:rFonts w:cs="Calibri"/>
              </w:rPr>
              <w:t>Nie dotyczy</w:t>
            </w:r>
          </w:p>
        </w:tc>
      </w:tr>
    </w:tbl>
    <w:p w14:paraId="0FF28DEF" w14:textId="77777777" w:rsidR="003E1941" w:rsidRPr="00D026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3BD174" w14:textId="77777777" w:rsidR="0085747A" w:rsidRPr="00D026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7. </w:t>
      </w:r>
      <w:r w:rsidR="0085747A" w:rsidRPr="00D026A0">
        <w:rPr>
          <w:rFonts w:ascii="Corbel" w:hAnsi="Corbel"/>
          <w:smallCaps w:val="0"/>
          <w:szCs w:val="24"/>
        </w:rPr>
        <w:t>LITERATURA</w:t>
      </w:r>
      <w:r w:rsidRPr="00D026A0">
        <w:rPr>
          <w:rFonts w:ascii="Corbel" w:hAnsi="Corbel"/>
          <w:smallCaps w:val="0"/>
          <w:szCs w:val="24"/>
        </w:rPr>
        <w:t xml:space="preserve"> </w:t>
      </w:r>
    </w:p>
    <w:p w14:paraId="7CDF41DA" w14:textId="77777777" w:rsidR="00675843" w:rsidRPr="00D026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026A0" w14:paraId="297EBAB9" w14:textId="77777777" w:rsidTr="0071620A">
        <w:trPr>
          <w:trHeight w:val="397"/>
        </w:trPr>
        <w:tc>
          <w:tcPr>
            <w:tcW w:w="7513" w:type="dxa"/>
          </w:tcPr>
          <w:p w14:paraId="1BEE4BEC" w14:textId="77777777" w:rsidR="008E48F1" w:rsidRPr="00967286" w:rsidRDefault="008E48F1" w:rsidP="008E48F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72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FE35CCD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6BE38F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Malczyńska-Biały M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>. Ewolucja polityki konsumenckiej w Polsce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, Rzeszów 2012.</w:t>
            </w:r>
          </w:p>
          <w:p w14:paraId="7605E2E7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Malczyńska-Biały M. 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>Alternatywne sposoby pozasądowego rozwiązywania sporów konsumenckich w województwie podkarpackim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, Rzeszów 2016.</w:t>
            </w:r>
          </w:p>
          <w:p w14:paraId="5ADE9ECB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026A0" w14:paraId="3C0E1017" w14:textId="77777777" w:rsidTr="0071620A">
        <w:trPr>
          <w:trHeight w:val="397"/>
        </w:trPr>
        <w:tc>
          <w:tcPr>
            <w:tcW w:w="7513" w:type="dxa"/>
          </w:tcPr>
          <w:p w14:paraId="7DCE1109" w14:textId="77777777" w:rsidR="0085747A" w:rsidRPr="0096728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728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570918F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D0E91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Dutkiewicz J., Łysoń U., Niepokulczycka M., Sieliwanowicz E.,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Prawa Konsumenta,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 Warszawa 2000.</w:t>
            </w:r>
          </w:p>
          <w:p w14:paraId="00748E92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Juszyński J.,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Podstawy prawne polityk gospodarczych Unii Europejskiej, 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Toruń 2004.</w:t>
            </w:r>
          </w:p>
          <w:p w14:paraId="128E2BDE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Łetowska E., Prawo umów konsumenckich, 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Warszawa 2002, wyd. 2.</w:t>
            </w:r>
          </w:p>
          <w:p w14:paraId="7335994C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Niepokulczycka M., 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>Polityka konsumencka i ochrona interesów konsumentów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, Warszawa 1993.</w:t>
            </w:r>
          </w:p>
          <w:p w14:paraId="6A46E00C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Streżyńska A., Ochrona konsumentów w Unii Europejskiej i Polsce, 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Warszawa 2000, z.10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28C1322" w14:textId="77777777" w:rsidR="0085747A" w:rsidRPr="00D026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C6AB7C" w14:textId="77777777" w:rsidR="0085747A" w:rsidRPr="00D026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AD8D5E" w14:textId="77777777" w:rsidR="0085747A" w:rsidRPr="00D026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026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026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A2D98" w14:textId="77777777" w:rsidR="00B624C3" w:rsidRDefault="00B624C3" w:rsidP="00C16ABF">
      <w:pPr>
        <w:spacing w:after="0" w:line="240" w:lineRule="auto"/>
      </w:pPr>
      <w:r>
        <w:separator/>
      </w:r>
    </w:p>
  </w:endnote>
  <w:endnote w:type="continuationSeparator" w:id="0">
    <w:p w14:paraId="44014ED5" w14:textId="77777777" w:rsidR="00B624C3" w:rsidRDefault="00B624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7A113" w14:textId="77777777" w:rsidR="00B624C3" w:rsidRDefault="00B624C3" w:rsidP="00C16ABF">
      <w:pPr>
        <w:spacing w:after="0" w:line="240" w:lineRule="auto"/>
      </w:pPr>
      <w:r>
        <w:separator/>
      </w:r>
    </w:p>
  </w:footnote>
  <w:footnote w:type="continuationSeparator" w:id="0">
    <w:p w14:paraId="08B87773" w14:textId="77777777" w:rsidR="00B624C3" w:rsidRDefault="00B624C3" w:rsidP="00C16ABF">
      <w:pPr>
        <w:spacing w:after="0" w:line="240" w:lineRule="auto"/>
      </w:pPr>
      <w:r>
        <w:continuationSeparator/>
      </w:r>
    </w:p>
  </w:footnote>
  <w:footnote w:id="1">
    <w:p w14:paraId="55DDF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00934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5F6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A0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729"/>
    <w:rsid w:val="001C1D14"/>
    <w:rsid w:val="001D657B"/>
    <w:rsid w:val="001D7B54"/>
    <w:rsid w:val="001E0209"/>
    <w:rsid w:val="001F2CA2"/>
    <w:rsid w:val="002144C0"/>
    <w:rsid w:val="002145F8"/>
    <w:rsid w:val="0022477D"/>
    <w:rsid w:val="002278A9"/>
    <w:rsid w:val="002336F9"/>
    <w:rsid w:val="0024024E"/>
    <w:rsid w:val="0024028F"/>
    <w:rsid w:val="00244ABC"/>
    <w:rsid w:val="00274446"/>
    <w:rsid w:val="00281FF2"/>
    <w:rsid w:val="002857DE"/>
    <w:rsid w:val="00291567"/>
    <w:rsid w:val="002970EB"/>
    <w:rsid w:val="002A22BF"/>
    <w:rsid w:val="002A2389"/>
    <w:rsid w:val="002A671D"/>
    <w:rsid w:val="002B4D55"/>
    <w:rsid w:val="002B5EA0"/>
    <w:rsid w:val="002B6119"/>
    <w:rsid w:val="002C1F06"/>
    <w:rsid w:val="002D06E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31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174"/>
    <w:rsid w:val="004D5282"/>
    <w:rsid w:val="004E0CCE"/>
    <w:rsid w:val="004E21CE"/>
    <w:rsid w:val="004F1551"/>
    <w:rsid w:val="004F1D4D"/>
    <w:rsid w:val="004F55A3"/>
    <w:rsid w:val="0050496F"/>
    <w:rsid w:val="00510DCF"/>
    <w:rsid w:val="00513B6F"/>
    <w:rsid w:val="00517C63"/>
    <w:rsid w:val="005363C4"/>
    <w:rsid w:val="00536BDE"/>
    <w:rsid w:val="00543ACC"/>
    <w:rsid w:val="0056696D"/>
    <w:rsid w:val="0059484D"/>
    <w:rsid w:val="005A0855"/>
    <w:rsid w:val="005A0E6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3C"/>
    <w:rsid w:val="007F4155"/>
    <w:rsid w:val="0081554D"/>
    <w:rsid w:val="0081707E"/>
    <w:rsid w:val="00823450"/>
    <w:rsid w:val="0082784F"/>
    <w:rsid w:val="008449B3"/>
    <w:rsid w:val="008552A2"/>
    <w:rsid w:val="0085747A"/>
    <w:rsid w:val="0086015E"/>
    <w:rsid w:val="00884922"/>
    <w:rsid w:val="00885F64"/>
    <w:rsid w:val="008917F9"/>
    <w:rsid w:val="00894BB7"/>
    <w:rsid w:val="008A45F7"/>
    <w:rsid w:val="008C0CC0"/>
    <w:rsid w:val="008C19A9"/>
    <w:rsid w:val="008C379D"/>
    <w:rsid w:val="008C5147"/>
    <w:rsid w:val="008C5359"/>
    <w:rsid w:val="008C5363"/>
    <w:rsid w:val="008D3DFB"/>
    <w:rsid w:val="008E48F1"/>
    <w:rsid w:val="008E64F4"/>
    <w:rsid w:val="008F12C9"/>
    <w:rsid w:val="008F6E29"/>
    <w:rsid w:val="009070BC"/>
    <w:rsid w:val="00916188"/>
    <w:rsid w:val="00923D7D"/>
    <w:rsid w:val="009508DF"/>
    <w:rsid w:val="00950DAC"/>
    <w:rsid w:val="00954A07"/>
    <w:rsid w:val="00967286"/>
    <w:rsid w:val="00987706"/>
    <w:rsid w:val="00997F14"/>
    <w:rsid w:val="009A78D9"/>
    <w:rsid w:val="009C0D5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139F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7FC9"/>
    <w:rsid w:val="00AB053C"/>
    <w:rsid w:val="00AC191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E31"/>
    <w:rsid w:val="00B607DB"/>
    <w:rsid w:val="00B624C3"/>
    <w:rsid w:val="00B66529"/>
    <w:rsid w:val="00B75946"/>
    <w:rsid w:val="00B8056E"/>
    <w:rsid w:val="00B819C8"/>
    <w:rsid w:val="00B82308"/>
    <w:rsid w:val="00B90885"/>
    <w:rsid w:val="00BB520A"/>
    <w:rsid w:val="00BC1A8C"/>
    <w:rsid w:val="00BD3869"/>
    <w:rsid w:val="00BD66E9"/>
    <w:rsid w:val="00BD6FF4"/>
    <w:rsid w:val="00BF0155"/>
    <w:rsid w:val="00BF2C41"/>
    <w:rsid w:val="00C01C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6A0"/>
    <w:rsid w:val="00D02B25"/>
    <w:rsid w:val="00D02EBA"/>
    <w:rsid w:val="00D17C3C"/>
    <w:rsid w:val="00D26B2C"/>
    <w:rsid w:val="00D352C9"/>
    <w:rsid w:val="00D425B2"/>
    <w:rsid w:val="00D428D6"/>
    <w:rsid w:val="00D512EC"/>
    <w:rsid w:val="00D552B2"/>
    <w:rsid w:val="00D608D1"/>
    <w:rsid w:val="00D74119"/>
    <w:rsid w:val="00D8075B"/>
    <w:rsid w:val="00D8678B"/>
    <w:rsid w:val="00DA2114"/>
    <w:rsid w:val="00DA5920"/>
    <w:rsid w:val="00DE09C0"/>
    <w:rsid w:val="00DE3DF9"/>
    <w:rsid w:val="00DE4A14"/>
    <w:rsid w:val="00DF320D"/>
    <w:rsid w:val="00DF599F"/>
    <w:rsid w:val="00DF71C8"/>
    <w:rsid w:val="00E129B8"/>
    <w:rsid w:val="00E21E7D"/>
    <w:rsid w:val="00E22FBC"/>
    <w:rsid w:val="00E24BF5"/>
    <w:rsid w:val="00E25338"/>
    <w:rsid w:val="00E41572"/>
    <w:rsid w:val="00E51E44"/>
    <w:rsid w:val="00E63348"/>
    <w:rsid w:val="00E742AA"/>
    <w:rsid w:val="00E77E88"/>
    <w:rsid w:val="00E8107D"/>
    <w:rsid w:val="00E960BB"/>
    <w:rsid w:val="00E96872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4156B"/>
    <w:rsid w:val="00F526AF"/>
    <w:rsid w:val="00F617C3"/>
    <w:rsid w:val="00F7066B"/>
    <w:rsid w:val="00F807D7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3FF0"/>
  <w15:docId w15:val="{D7C4EB24-BE52-4FDE-831F-EB277C1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386D-C12B-4883-BFB4-9F55782C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904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10</cp:revision>
  <cp:lastPrinted>2019-02-06T12:12:00Z</cp:lastPrinted>
  <dcterms:created xsi:type="dcterms:W3CDTF">2020-12-04T07:07:00Z</dcterms:created>
  <dcterms:modified xsi:type="dcterms:W3CDTF">2024-01-17T09:53:00Z</dcterms:modified>
</cp:coreProperties>
</file>